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BA2FC" w14:textId="768E9E43" w:rsidR="00FF4CE8" w:rsidRDefault="008346A6">
      <w:r>
        <w:t>MR- vergadering</w:t>
      </w:r>
      <w:r w:rsidR="000D1283">
        <w:t>:</w:t>
      </w:r>
      <w:r w:rsidR="00495DC2">
        <w:t xml:space="preserve"> </w:t>
      </w:r>
      <w:r w:rsidR="00E456FB">
        <w:t xml:space="preserve"> </w:t>
      </w:r>
      <w:r w:rsidR="007E5CCB">
        <w:t>05-09</w:t>
      </w:r>
      <w:r w:rsidR="00122B61">
        <w:t>-2017</w:t>
      </w:r>
    </w:p>
    <w:p w14:paraId="2C4C7AEE" w14:textId="01BB5686" w:rsidR="00FF197F" w:rsidRDefault="2302CDAA">
      <w:r>
        <w:t xml:space="preserve">Aanwezig: </w:t>
      </w:r>
      <w:r w:rsidR="00EA0FA7">
        <w:t xml:space="preserve">Astrid, </w:t>
      </w:r>
      <w:r w:rsidR="00842C72">
        <w:t>Kirsten</w:t>
      </w:r>
      <w:r>
        <w:t>, Sonja, Jean, Marlou</w:t>
      </w:r>
      <w:r w:rsidR="007E5CCB">
        <w:t xml:space="preserve"> en</w:t>
      </w:r>
      <w:r w:rsidR="002E0A1A">
        <w:t xml:space="preserve"> Manon </w:t>
      </w:r>
    </w:p>
    <w:p w14:paraId="28D7232D" w14:textId="259C7C99" w:rsidR="00040914" w:rsidRDefault="007156E0" w:rsidP="00495DC2">
      <w:r>
        <w:t xml:space="preserve">Afwezig: </w:t>
      </w:r>
      <w:r w:rsidR="007E5CCB">
        <w:t xml:space="preserve">Roger, They, Els en Leon </w:t>
      </w:r>
    </w:p>
    <w:p w14:paraId="09391CB0" w14:textId="77777777" w:rsidR="00122B61" w:rsidRPr="00495DC2" w:rsidRDefault="00122B61" w:rsidP="00495DC2">
      <w:pPr>
        <w:rPr>
          <w:rFonts w:cstheme="minorHAnsi"/>
        </w:rPr>
      </w:pPr>
    </w:p>
    <w:p w14:paraId="0BFF4265" w14:textId="77777777" w:rsidR="00A96F82" w:rsidRDefault="00040914" w:rsidP="007A35A5">
      <w:pPr>
        <w:pStyle w:val="Geenafstand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ACTIEPUNTENLIJST:</w:t>
      </w:r>
    </w:p>
    <w:p w14:paraId="10982957" w14:textId="77777777" w:rsidR="00F663F0" w:rsidRPr="00E82DF2" w:rsidRDefault="00F663F0" w:rsidP="007A35A5">
      <w:pPr>
        <w:pStyle w:val="Geenafstand"/>
        <w:rPr>
          <w:rFonts w:ascii="Calibri" w:hAnsi="Calibri" w:cs="Calibri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5"/>
        <w:gridCol w:w="1070"/>
        <w:gridCol w:w="3158"/>
        <w:gridCol w:w="1615"/>
        <w:gridCol w:w="1351"/>
      </w:tblGrid>
      <w:tr w:rsidR="00A96F82" w:rsidRPr="00C469E6" w14:paraId="12FCAE20" w14:textId="77777777" w:rsidTr="00A96F82">
        <w:trPr>
          <w:trHeight w:val="779"/>
        </w:trPr>
        <w:tc>
          <w:tcPr>
            <w:tcW w:w="1268" w:type="pct"/>
            <w:tcBorders>
              <w:bottom w:val="single" w:sz="4" w:space="0" w:color="auto"/>
            </w:tcBorders>
            <w:shd w:val="clear" w:color="auto" w:fill="C0C0C0"/>
          </w:tcPr>
          <w:p w14:paraId="35DCC5AF" w14:textId="77777777" w:rsidR="00A96F82" w:rsidRPr="00C469E6" w:rsidRDefault="00A96F82" w:rsidP="00D062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Onderwerp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C0C0C0"/>
          </w:tcPr>
          <w:p w14:paraId="63DEA8F3" w14:textId="77777777" w:rsidR="00A96F82" w:rsidRPr="00C469E6" w:rsidRDefault="00A96F82" w:rsidP="00D062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1638" w:type="pct"/>
            <w:tcBorders>
              <w:bottom w:val="single" w:sz="4" w:space="0" w:color="auto"/>
            </w:tcBorders>
            <w:shd w:val="clear" w:color="auto" w:fill="C0C0C0"/>
          </w:tcPr>
          <w:p w14:paraId="7FFCEE60" w14:textId="77777777" w:rsidR="00A96F82" w:rsidRPr="00C469E6" w:rsidRDefault="00A96F82" w:rsidP="00D062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Actie</w:t>
            </w:r>
          </w:p>
          <w:p w14:paraId="5E923A1B" w14:textId="77777777" w:rsidR="00A96F82" w:rsidRPr="00C469E6" w:rsidRDefault="00A96F82" w:rsidP="00D062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(wat)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0C0C0"/>
          </w:tcPr>
          <w:p w14:paraId="5E98E1FE" w14:textId="77777777" w:rsidR="00A96F82" w:rsidRPr="00C469E6" w:rsidRDefault="00A96F82" w:rsidP="00D062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Actor(en)</w:t>
            </w:r>
          </w:p>
          <w:p w14:paraId="21CEFA7F" w14:textId="77777777" w:rsidR="00A96F82" w:rsidRPr="00C469E6" w:rsidRDefault="00A96F82" w:rsidP="00D062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(wie)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shd w:val="clear" w:color="auto" w:fill="C0C0C0"/>
          </w:tcPr>
          <w:p w14:paraId="582CB427" w14:textId="77777777" w:rsidR="00A96F82" w:rsidRPr="00C469E6" w:rsidRDefault="00A96F82" w:rsidP="00D062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Deadline</w:t>
            </w:r>
          </w:p>
          <w:p w14:paraId="3D206A63" w14:textId="77777777" w:rsidR="00A96F82" w:rsidRPr="00C469E6" w:rsidRDefault="00A96F82" w:rsidP="00D062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(wanneer)</w:t>
            </w:r>
          </w:p>
        </w:tc>
      </w:tr>
      <w:tr w:rsidR="00A5270C" w14:paraId="6ED8FC78" w14:textId="77777777" w:rsidTr="00C503AD">
        <w:trPr>
          <w:trHeight w:val="274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8AD6" w14:textId="77777777" w:rsidR="00A5270C" w:rsidRDefault="00A5270C" w:rsidP="00BA37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Agendapunt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78E71" w14:textId="5C4A382A" w:rsidR="00A5270C" w:rsidRDefault="00EA0FA7" w:rsidP="00935F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10-01-2017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A7D8A" w14:textId="77777777" w:rsidR="00A5270C" w:rsidRPr="00A5270C" w:rsidRDefault="00A5270C" w:rsidP="00BA3714">
            <w:pPr>
              <w:rPr>
                <w:rFonts w:ascii="Arial" w:hAnsi="Arial" w:cs="Arial"/>
                <w:sz w:val="20"/>
                <w:szCs w:val="20"/>
              </w:rPr>
            </w:pPr>
            <w:r w:rsidRPr="00A5270C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Evaluatie schoolplan en strategische beleidsvisie agenderen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2140" w14:textId="08AB0828" w:rsidR="00A5270C" w:rsidRDefault="002B3887" w:rsidP="00BA37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Sonja, Leon, Els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FE419" w14:textId="3FF9CCFB" w:rsidR="00A5270C" w:rsidRDefault="00061971" w:rsidP="002B38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Volgende vergadering (</w:t>
            </w:r>
            <w:r w:rsidR="002B3887">
              <w:rPr>
                <w:rFonts w:ascii="Arial" w:hAnsi="Arial" w:cs="Arial"/>
                <w:sz w:val="20"/>
                <w:szCs w:val="20"/>
              </w:rPr>
              <w:t>juni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95667" w14:paraId="64FC90A8" w14:textId="77777777" w:rsidTr="00C503AD">
        <w:trPr>
          <w:trHeight w:val="274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D35C" w14:textId="4846636C" w:rsidR="00595667" w:rsidRDefault="00595667" w:rsidP="00BA37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TLV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617D" w14:textId="4F60F50F" w:rsidR="00595667" w:rsidRDefault="00595667" w:rsidP="00935F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10-01-2017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D5EB" w14:textId="22EB1719" w:rsidR="00595667" w:rsidRDefault="00595667" w:rsidP="00BA3714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TLV uitleggen tijdens algemene ouderavond</w:t>
            </w:r>
            <w:r w:rsidR="0010636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-&gt; schoolbreed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8C97" w14:textId="6CBABDDD" w:rsidR="00106367" w:rsidRDefault="002758AB" w:rsidP="002758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Sonja geeft dit door aan</w:t>
            </w:r>
            <w:r w:rsidR="002B3887">
              <w:rPr>
                <w:rFonts w:ascii="Arial" w:hAnsi="Arial" w:cs="Arial"/>
                <w:sz w:val="20"/>
                <w:szCs w:val="20"/>
              </w:rPr>
              <w:t xml:space="preserve"> They</w:t>
            </w:r>
            <w:r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2B3887">
              <w:rPr>
                <w:rFonts w:ascii="Arial" w:hAnsi="Arial" w:cs="Arial"/>
                <w:sz w:val="20"/>
                <w:szCs w:val="20"/>
              </w:rPr>
              <w:t xml:space="preserve"> Roger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425D8" w14:textId="0E73E683" w:rsidR="00595667" w:rsidRDefault="002758AB" w:rsidP="007B73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37</w:t>
            </w:r>
          </w:p>
        </w:tc>
      </w:tr>
    </w:tbl>
    <w:p w14:paraId="4C07775A" w14:textId="466DA024" w:rsidR="00040914" w:rsidRDefault="00040914" w:rsidP="007A35A5">
      <w:pPr>
        <w:pStyle w:val="Geenafstand"/>
        <w:rPr>
          <w:rFonts w:ascii="Calibri" w:hAnsi="Calibri" w:cs="Calibri"/>
          <w:sz w:val="22"/>
          <w:szCs w:val="22"/>
        </w:rPr>
      </w:pPr>
    </w:p>
    <w:p w14:paraId="05E3A485" w14:textId="77777777" w:rsidR="00473069" w:rsidRPr="007A35A5" w:rsidRDefault="00473069" w:rsidP="00473069">
      <w:pPr>
        <w:pStyle w:val="Geenafstan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BESLUITENLIJST:</w:t>
      </w:r>
    </w:p>
    <w:tbl>
      <w:tblPr>
        <w:tblpPr w:leftFromText="141" w:rightFromText="141" w:vertAnchor="text" w:tblpY="1"/>
        <w:tblOverlap w:val="never"/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5"/>
        <w:gridCol w:w="1070"/>
        <w:gridCol w:w="3158"/>
        <w:gridCol w:w="1615"/>
        <w:gridCol w:w="1351"/>
      </w:tblGrid>
      <w:tr w:rsidR="00473069" w:rsidRPr="00C469E6" w14:paraId="2750F280" w14:textId="77777777" w:rsidTr="000A0475">
        <w:trPr>
          <w:trHeight w:val="779"/>
        </w:trPr>
        <w:tc>
          <w:tcPr>
            <w:tcW w:w="1268" w:type="pct"/>
            <w:tcBorders>
              <w:bottom w:val="single" w:sz="4" w:space="0" w:color="auto"/>
            </w:tcBorders>
            <w:shd w:val="clear" w:color="auto" w:fill="C0C0C0"/>
          </w:tcPr>
          <w:p w14:paraId="230F207A" w14:textId="77777777" w:rsidR="00473069" w:rsidRPr="00C469E6" w:rsidRDefault="00473069" w:rsidP="000A0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Onderwerp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C0C0C0"/>
          </w:tcPr>
          <w:p w14:paraId="59C7A516" w14:textId="77777777" w:rsidR="00473069" w:rsidRPr="00C469E6" w:rsidRDefault="00473069" w:rsidP="000A0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1638" w:type="pct"/>
            <w:tcBorders>
              <w:bottom w:val="single" w:sz="4" w:space="0" w:color="auto"/>
            </w:tcBorders>
            <w:shd w:val="clear" w:color="auto" w:fill="C0C0C0"/>
          </w:tcPr>
          <w:p w14:paraId="28C10095" w14:textId="77777777" w:rsidR="00473069" w:rsidRPr="00C469E6" w:rsidRDefault="00473069" w:rsidP="000A0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Actie</w:t>
            </w:r>
          </w:p>
          <w:p w14:paraId="418944F7" w14:textId="77777777" w:rsidR="00473069" w:rsidRPr="00C469E6" w:rsidRDefault="00473069" w:rsidP="000A0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(wat)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0C0C0"/>
          </w:tcPr>
          <w:p w14:paraId="14B35BDE" w14:textId="77777777" w:rsidR="00473069" w:rsidRPr="00C469E6" w:rsidRDefault="00473069" w:rsidP="000A0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Actor(en)</w:t>
            </w:r>
          </w:p>
          <w:p w14:paraId="5259151A" w14:textId="77777777" w:rsidR="00473069" w:rsidRPr="00C469E6" w:rsidRDefault="00473069" w:rsidP="000A0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(wie)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shd w:val="clear" w:color="auto" w:fill="C0C0C0"/>
          </w:tcPr>
          <w:p w14:paraId="317DB431" w14:textId="77777777" w:rsidR="00473069" w:rsidRPr="00C469E6" w:rsidRDefault="00473069" w:rsidP="000A0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Deadline</w:t>
            </w:r>
          </w:p>
          <w:p w14:paraId="6857979D" w14:textId="77777777" w:rsidR="00473069" w:rsidRPr="00C469E6" w:rsidRDefault="00473069" w:rsidP="000A04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69E6">
              <w:rPr>
                <w:rFonts w:ascii="Arial" w:hAnsi="Arial" w:cs="Arial"/>
                <w:b/>
                <w:sz w:val="20"/>
                <w:szCs w:val="20"/>
              </w:rPr>
              <w:t>(wanneer)</w:t>
            </w:r>
          </w:p>
        </w:tc>
      </w:tr>
      <w:tr w:rsidR="00AD023B" w:rsidRPr="001B20CF" w14:paraId="7CECBFBA" w14:textId="77777777" w:rsidTr="007C068D">
        <w:trPr>
          <w:trHeight w:val="49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3B86" w14:textId="77777777" w:rsidR="00AD023B" w:rsidRDefault="00AD023B" w:rsidP="00AD0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Directie MR-vergaderingen </w:t>
            </w:r>
          </w:p>
          <w:p w14:paraId="597C8284" w14:textId="77777777" w:rsidR="00AD023B" w:rsidRDefault="00AD023B" w:rsidP="00AD0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FEFBB" w14:textId="77777777" w:rsidR="00AD023B" w:rsidRDefault="00673171" w:rsidP="00AD0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11-10-2016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D1F01" w14:textId="77777777" w:rsidR="00AD023B" w:rsidRPr="007E3B5D" w:rsidRDefault="00AD023B" w:rsidP="00AD0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Directeur</w:t>
            </w:r>
            <w:r w:rsidR="00FE3655">
              <w:rPr>
                <w:rFonts w:ascii="Arial" w:hAnsi="Arial" w:cs="Arial"/>
                <w:sz w:val="20"/>
                <w:szCs w:val="20"/>
              </w:rPr>
              <w:t xml:space="preserve"> + afdelingsleider</w:t>
            </w:r>
            <w:r>
              <w:rPr>
                <w:rFonts w:ascii="Arial" w:hAnsi="Arial" w:cs="Arial"/>
                <w:sz w:val="20"/>
                <w:szCs w:val="20"/>
              </w:rPr>
              <w:t xml:space="preserve"> uitnodigen standaard 45 minuten aan te sluiten tijdens MR-vergaderingen. 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2A6D" w14:textId="4B0A2566" w:rsidR="00AD023B" w:rsidRDefault="002B3887" w:rsidP="002B38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Sonja</w:t>
            </w:r>
            <w:r w:rsidR="00FE3655">
              <w:rPr>
                <w:rFonts w:ascii="Arial" w:hAnsi="Arial" w:cs="Arial"/>
                <w:sz w:val="20"/>
                <w:szCs w:val="20"/>
              </w:rPr>
              <w:t xml:space="preserve"> -&gt; </w:t>
            </w:r>
            <w:r>
              <w:rPr>
                <w:rFonts w:ascii="Arial" w:hAnsi="Arial" w:cs="Arial"/>
                <w:sz w:val="20"/>
                <w:szCs w:val="20"/>
              </w:rPr>
              <w:t xml:space="preserve">Leon, Els, They, </w:t>
            </w:r>
            <w:r w:rsidR="00673171">
              <w:rPr>
                <w:rFonts w:ascii="Arial" w:hAnsi="Arial" w:cs="Arial"/>
                <w:sz w:val="20"/>
                <w:szCs w:val="20"/>
              </w:rPr>
              <w:t>Roger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3B230" w14:textId="5F499F35" w:rsidR="00AD023B" w:rsidRPr="00A96F82" w:rsidRDefault="00AD023B" w:rsidP="00AD0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68D" w:rsidRPr="001B20CF" w14:paraId="6ACF77EA" w14:textId="77777777" w:rsidTr="009F5DA8">
        <w:trPr>
          <w:trHeight w:val="495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D83C" w14:textId="77777777" w:rsidR="007C068D" w:rsidRDefault="007C068D" w:rsidP="00AD0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Jaarverslag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09E8" w14:textId="77777777" w:rsidR="007C068D" w:rsidRDefault="00673171" w:rsidP="00AD0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11-10-2016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0CA1" w14:textId="77777777" w:rsidR="007C068D" w:rsidRDefault="007C068D" w:rsidP="00AD0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Jaarverslag maken/bijhouden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5795" w14:textId="552D322A" w:rsidR="007C068D" w:rsidRDefault="007C068D" w:rsidP="002B38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Sonja en </w:t>
            </w:r>
            <w:r w:rsidR="002B3887">
              <w:rPr>
                <w:rFonts w:ascii="Arial" w:hAnsi="Arial" w:cs="Arial"/>
                <w:sz w:val="20"/>
                <w:szCs w:val="20"/>
              </w:rPr>
              <w:t xml:space="preserve">Kirsten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FE500" w14:textId="77777777" w:rsidR="007C068D" w:rsidRDefault="00673171" w:rsidP="00AD0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Schooljaar 2016-2017</w:t>
            </w:r>
          </w:p>
        </w:tc>
      </w:tr>
    </w:tbl>
    <w:p w14:paraId="0A5A76B3" w14:textId="77777777" w:rsidR="00473069" w:rsidRDefault="00473069" w:rsidP="007A35A5">
      <w:pPr>
        <w:pStyle w:val="Geenafstand"/>
        <w:rPr>
          <w:rFonts w:ascii="Calibri" w:hAnsi="Calibri" w:cs="Calibri"/>
          <w:sz w:val="22"/>
          <w:szCs w:val="22"/>
        </w:rPr>
      </w:pPr>
    </w:p>
    <w:p w14:paraId="304DC76E" w14:textId="77777777" w:rsidR="00EF33DC" w:rsidRDefault="00473069" w:rsidP="007A35A5">
      <w:pPr>
        <w:pStyle w:val="Geenafstan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Andere belang</w:t>
      </w:r>
      <w:r w:rsidR="007461FF">
        <w:rPr>
          <w:rFonts w:ascii="Calibri" w:hAnsi="Calibri" w:cs="Calibri"/>
          <w:sz w:val="22"/>
          <w:szCs w:val="22"/>
        </w:rPr>
        <w:t>rijke opmerkingen/mededelingen:</w:t>
      </w:r>
    </w:p>
    <w:p w14:paraId="44DF281E" w14:textId="77777777" w:rsidR="00013962" w:rsidRDefault="00EF33DC" w:rsidP="00013962">
      <w:pPr>
        <w:pStyle w:val="Geenafstand"/>
        <w:rPr>
          <w:rFonts w:ascii="Calibri" w:hAnsi="Calibri" w:cs="Calibri"/>
          <w:b/>
          <w:sz w:val="22"/>
          <w:szCs w:val="22"/>
        </w:rPr>
      </w:pPr>
      <w:r w:rsidRPr="006C1439">
        <w:rPr>
          <w:rFonts w:ascii="Calibri" w:hAnsi="Calibri" w:cs="Calibri"/>
          <w:b/>
          <w:sz w:val="22"/>
          <w:szCs w:val="22"/>
          <w:u w:val="single"/>
        </w:rPr>
        <w:t xml:space="preserve">Vergaderdata </w:t>
      </w:r>
      <w:r w:rsidR="00673171">
        <w:rPr>
          <w:rFonts w:ascii="Calibri" w:hAnsi="Calibri" w:cs="Calibri"/>
          <w:b/>
          <w:sz w:val="22"/>
          <w:szCs w:val="22"/>
          <w:u w:val="single"/>
        </w:rPr>
        <w:t>2016-2017</w:t>
      </w:r>
      <w:r>
        <w:rPr>
          <w:rFonts w:ascii="Calibri" w:hAnsi="Calibri" w:cs="Calibri"/>
          <w:b/>
          <w:sz w:val="22"/>
          <w:szCs w:val="22"/>
        </w:rPr>
        <w:t xml:space="preserve"> (Locatie Severenstraat </w:t>
      </w:r>
      <w:proofErr w:type="spellStart"/>
      <w:r>
        <w:rPr>
          <w:rFonts w:ascii="Calibri" w:hAnsi="Calibri" w:cs="Calibri"/>
          <w:b/>
          <w:sz w:val="22"/>
          <w:szCs w:val="22"/>
        </w:rPr>
        <w:t>porta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cabin</w:t>
      </w:r>
      <w:proofErr w:type="spellEnd"/>
      <w:r w:rsidR="00A7522C">
        <w:rPr>
          <w:rFonts w:ascii="Calibri" w:hAnsi="Calibri" w:cs="Calibri"/>
          <w:b/>
          <w:sz w:val="22"/>
          <w:szCs w:val="22"/>
        </w:rPr>
        <w:t>, 19.00 uur</w:t>
      </w:r>
      <w:r>
        <w:rPr>
          <w:rFonts w:ascii="Calibri" w:hAnsi="Calibri" w:cs="Calibri"/>
          <w:b/>
          <w:sz w:val="22"/>
          <w:szCs w:val="22"/>
        </w:rPr>
        <w:t>)</w:t>
      </w:r>
    </w:p>
    <w:p w14:paraId="3433A602" w14:textId="77777777" w:rsidR="006C1439" w:rsidRPr="00FA4339" w:rsidRDefault="006C1439" w:rsidP="00725C7D">
      <w:pPr>
        <w:pStyle w:val="Geenafstand"/>
        <w:rPr>
          <w:rFonts w:ascii="Calibri" w:hAnsi="Calibri" w:cs="Calibri"/>
          <w:sz w:val="22"/>
          <w:szCs w:val="22"/>
        </w:rPr>
      </w:pPr>
    </w:p>
    <w:p w14:paraId="1F0CD210" w14:textId="77777777" w:rsidR="006C1439" w:rsidRDefault="006C1439" w:rsidP="00013962">
      <w:pPr>
        <w:pStyle w:val="Geenafstand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F6C359F" w14:textId="77777777" w:rsidR="00130F8A" w:rsidRDefault="00130F8A" w:rsidP="00013962">
      <w:pPr>
        <w:pStyle w:val="Geenafstand"/>
        <w:rPr>
          <w:rFonts w:ascii="Calibri" w:hAnsi="Calibri" w:cs="Calibri"/>
          <w:b/>
          <w:sz w:val="22"/>
          <w:szCs w:val="22"/>
        </w:rPr>
      </w:pPr>
    </w:p>
    <w:sectPr w:rsidR="00130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63B77"/>
    <w:multiLevelType w:val="hybridMultilevel"/>
    <w:tmpl w:val="091252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A6"/>
    <w:rsid w:val="00013962"/>
    <w:rsid w:val="00031E7A"/>
    <w:rsid w:val="00040914"/>
    <w:rsid w:val="00055823"/>
    <w:rsid w:val="00056057"/>
    <w:rsid w:val="00061971"/>
    <w:rsid w:val="000A0475"/>
    <w:rsid w:val="000A527D"/>
    <w:rsid w:val="000C2D62"/>
    <w:rsid w:val="000D1283"/>
    <w:rsid w:val="000D325D"/>
    <w:rsid w:val="00106367"/>
    <w:rsid w:val="00122B61"/>
    <w:rsid w:val="00127A5A"/>
    <w:rsid w:val="00130F8A"/>
    <w:rsid w:val="00153F26"/>
    <w:rsid w:val="00175D3A"/>
    <w:rsid w:val="00177A47"/>
    <w:rsid w:val="00187C40"/>
    <w:rsid w:val="001D3836"/>
    <w:rsid w:val="0020483E"/>
    <w:rsid w:val="002055A5"/>
    <w:rsid w:val="00207408"/>
    <w:rsid w:val="002129EB"/>
    <w:rsid w:val="00224E64"/>
    <w:rsid w:val="0022606E"/>
    <w:rsid w:val="00254A46"/>
    <w:rsid w:val="002758AB"/>
    <w:rsid w:val="00292707"/>
    <w:rsid w:val="002B3887"/>
    <w:rsid w:val="002C419F"/>
    <w:rsid w:val="002E0A1A"/>
    <w:rsid w:val="003414D1"/>
    <w:rsid w:val="00345F40"/>
    <w:rsid w:val="003624DA"/>
    <w:rsid w:val="00363D43"/>
    <w:rsid w:val="0037304E"/>
    <w:rsid w:val="003C6150"/>
    <w:rsid w:val="00402F3D"/>
    <w:rsid w:val="004227E0"/>
    <w:rsid w:val="004279C8"/>
    <w:rsid w:val="004305EA"/>
    <w:rsid w:val="00432375"/>
    <w:rsid w:val="004357BE"/>
    <w:rsid w:val="004575FD"/>
    <w:rsid w:val="00462A88"/>
    <w:rsid w:val="00473069"/>
    <w:rsid w:val="00475C7B"/>
    <w:rsid w:val="00486D52"/>
    <w:rsid w:val="00495DC2"/>
    <w:rsid w:val="00523982"/>
    <w:rsid w:val="00530E8C"/>
    <w:rsid w:val="00560930"/>
    <w:rsid w:val="00563DF6"/>
    <w:rsid w:val="00570B8E"/>
    <w:rsid w:val="005730AC"/>
    <w:rsid w:val="00595667"/>
    <w:rsid w:val="005A2383"/>
    <w:rsid w:val="005A705A"/>
    <w:rsid w:val="005A7B40"/>
    <w:rsid w:val="005E5761"/>
    <w:rsid w:val="00602EB2"/>
    <w:rsid w:val="00617BC2"/>
    <w:rsid w:val="006345CA"/>
    <w:rsid w:val="00641C80"/>
    <w:rsid w:val="0064473A"/>
    <w:rsid w:val="006467D2"/>
    <w:rsid w:val="0066303D"/>
    <w:rsid w:val="00663B5C"/>
    <w:rsid w:val="00673171"/>
    <w:rsid w:val="0067561C"/>
    <w:rsid w:val="006C1439"/>
    <w:rsid w:val="006C5E3B"/>
    <w:rsid w:val="006C601A"/>
    <w:rsid w:val="007156E0"/>
    <w:rsid w:val="00725C7D"/>
    <w:rsid w:val="007461FF"/>
    <w:rsid w:val="00762C52"/>
    <w:rsid w:val="00784A36"/>
    <w:rsid w:val="00786108"/>
    <w:rsid w:val="00790561"/>
    <w:rsid w:val="0079481F"/>
    <w:rsid w:val="007A1244"/>
    <w:rsid w:val="007A35A5"/>
    <w:rsid w:val="007A5799"/>
    <w:rsid w:val="007B025A"/>
    <w:rsid w:val="007B56C9"/>
    <w:rsid w:val="007B7365"/>
    <w:rsid w:val="007C068D"/>
    <w:rsid w:val="007D586E"/>
    <w:rsid w:val="007E230C"/>
    <w:rsid w:val="007E5CCB"/>
    <w:rsid w:val="008346A6"/>
    <w:rsid w:val="00842C72"/>
    <w:rsid w:val="00863BC7"/>
    <w:rsid w:val="00883EBF"/>
    <w:rsid w:val="008B56F2"/>
    <w:rsid w:val="008C5358"/>
    <w:rsid w:val="008F0989"/>
    <w:rsid w:val="0090684B"/>
    <w:rsid w:val="0091131C"/>
    <w:rsid w:val="00916D13"/>
    <w:rsid w:val="00935F17"/>
    <w:rsid w:val="0093772E"/>
    <w:rsid w:val="00963D8A"/>
    <w:rsid w:val="00993900"/>
    <w:rsid w:val="009A089B"/>
    <w:rsid w:val="009A3BBF"/>
    <w:rsid w:val="009B3793"/>
    <w:rsid w:val="009B796F"/>
    <w:rsid w:val="009C7476"/>
    <w:rsid w:val="009D7718"/>
    <w:rsid w:val="009F0CB5"/>
    <w:rsid w:val="009F5DA8"/>
    <w:rsid w:val="00A17CB0"/>
    <w:rsid w:val="00A26FAE"/>
    <w:rsid w:val="00A36A1D"/>
    <w:rsid w:val="00A5270C"/>
    <w:rsid w:val="00A7522C"/>
    <w:rsid w:val="00A95508"/>
    <w:rsid w:val="00A96F82"/>
    <w:rsid w:val="00AA21BB"/>
    <w:rsid w:val="00AB1384"/>
    <w:rsid w:val="00AB4505"/>
    <w:rsid w:val="00AD023B"/>
    <w:rsid w:val="00AD6754"/>
    <w:rsid w:val="00AF722E"/>
    <w:rsid w:val="00B12433"/>
    <w:rsid w:val="00B138E0"/>
    <w:rsid w:val="00B16B9F"/>
    <w:rsid w:val="00B37614"/>
    <w:rsid w:val="00B437B8"/>
    <w:rsid w:val="00B66E0A"/>
    <w:rsid w:val="00B73134"/>
    <w:rsid w:val="00BA19A1"/>
    <w:rsid w:val="00BA1A0D"/>
    <w:rsid w:val="00BA3714"/>
    <w:rsid w:val="00BA5A31"/>
    <w:rsid w:val="00BB1BA7"/>
    <w:rsid w:val="00BC03B3"/>
    <w:rsid w:val="00BC093F"/>
    <w:rsid w:val="00BE53F5"/>
    <w:rsid w:val="00BE6899"/>
    <w:rsid w:val="00C01BD0"/>
    <w:rsid w:val="00C0314A"/>
    <w:rsid w:val="00C23461"/>
    <w:rsid w:val="00C47259"/>
    <w:rsid w:val="00C503AD"/>
    <w:rsid w:val="00CA7F14"/>
    <w:rsid w:val="00CC0DD9"/>
    <w:rsid w:val="00CF3EBC"/>
    <w:rsid w:val="00CF6A5B"/>
    <w:rsid w:val="00D06243"/>
    <w:rsid w:val="00D60FD5"/>
    <w:rsid w:val="00D73D88"/>
    <w:rsid w:val="00DC2679"/>
    <w:rsid w:val="00DC4ABC"/>
    <w:rsid w:val="00DD75E0"/>
    <w:rsid w:val="00DF46D5"/>
    <w:rsid w:val="00E04C6F"/>
    <w:rsid w:val="00E10769"/>
    <w:rsid w:val="00E110F4"/>
    <w:rsid w:val="00E21D53"/>
    <w:rsid w:val="00E240B2"/>
    <w:rsid w:val="00E2578D"/>
    <w:rsid w:val="00E41958"/>
    <w:rsid w:val="00E456FB"/>
    <w:rsid w:val="00E54E0C"/>
    <w:rsid w:val="00E57740"/>
    <w:rsid w:val="00E61085"/>
    <w:rsid w:val="00E82DF2"/>
    <w:rsid w:val="00E93D5B"/>
    <w:rsid w:val="00E959DA"/>
    <w:rsid w:val="00EA0FA7"/>
    <w:rsid w:val="00EB7DC3"/>
    <w:rsid w:val="00EF1A15"/>
    <w:rsid w:val="00EF33DC"/>
    <w:rsid w:val="00EF6626"/>
    <w:rsid w:val="00F06D01"/>
    <w:rsid w:val="00F1355F"/>
    <w:rsid w:val="00F14C83"/>
    <w:rsid w:val="00F179C5"/>
    <w:rsid w:val="00F32269"/>
    <w:rsid w:val="00F663F0"/>
    <w:rsid w:val="00F81989"/>
    <w:rsid w:val="00F94FA4"/>
    <w:rsid w:val="00FA4339"/>
    <w:rsid w:val="00FE2199"/>
    <w:rsid w:val="00FE3655"/>
    <w:rsid w:val="00FF197F"/>
    <w:rsid w:val="00FF4CE8"/>
    <w:rsid w:val="2302C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F5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34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Datum1">
    <w:name w:val="Datum1"/>
    <w:rsid w:val="008346A6"/>
  </w:style>
  <w:style w:type="table" w:styleId="Tabelraster">
    <w:name w:val="Table Grid"/>
    <w:basedOn w:val="Standaardtabel"/>
    <w:uiPriority w:val="59"/>
    <w:rsid w:val="00A96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602E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34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Datum1">
    <w:name w:val="Datum1"/>
    <w:rsid w:val="008346A6"/>
  </w:style>
  <w:style w:type="table" w:styleId="Tabelraster">
    <w:name w:val="Table Grid"/>
    <w:basedOn w:val="Standaardtabel"/>
    <w:uiPriority w:val="59"/>
    <w:rsid w:val="00A96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602E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35EE8-8E03-4F30-9C9C-F66DBCA6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E1B98FB2</Template>
  <TotalTime>1</TotalTime>
  <Pages>1</Pages>
  <Words>141</Words>
  <Characters>779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Ellen.Heuts</dc:creator>
  <cp:lastModifiedBy>Suzanne Siegelaer</cp:lastModifiedBy>
  <cp:revision>2</cp:revision>
  <dcterms:created xsi:type="dcterms:W3CDTF">2017-09-05T17:52:00Z</dcterms:created>
  <dcterms:modified xsi:type="dcterms:W3CDTF">2017-09-05T17:52:00Z</dcterms:modified>
</cp:coreProperties>
</file>